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Pr="00417716" w:rsidR="00417716" w:rsidP="00417716" w:rsidRDefault="00417716" w14:paraId="797538A4" wp14:textId="77777777">
      <w:pPr>
        <w:pStyle w:val="Bulleted1"/>
        <w:numPr>
          <w:ilvl w:val="0"/>
          <w:numId w:val="0"/>
        </w:numPr>
        <w:rPr>
          <w:lang w:val="nl-BE"/>
        </w:rPr>
      </w:pPr>
      <w:r w:rsidRPr="00417716">
        <w:rPr>
          <w:lang w:val="nl-BE"/>
        </w:rPr>
        <w:t>Een isolatiemat die de overdracht van luchtgeluid bij afvoersystemen drastisch beperkt en die tegelijk als isolatie tegen condensvorming kan toegepast worden.</w:t>
      </w:r>
    </w:p>
    <w:p xmlns:wp14="http://schemas.microsoft.com/office/word/2010/wordml" w:rsidR="008A5169" w:rsidP="00417716" w:rsidRDefault="00417716" w14:paraId="0882B25E" wp14:textId="77777777">
      <w:pPr>
        <w:pStyle w:val="Bulleted1"/>
        <w:numPr>
          <w:ilvl w:val="0"/>
          <w:numId w:val="0"/>
        </w:numPr>
      </w:pPr>
      <w:r w:rsidRPr="00417716">
        <w:rPr>
          <w:lang w:val="nl-BE"/>
        </w:rPr>
        <w:t>De isolatiemat is vrij van lood en PVC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17716" w14:paraId="4A702C6A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xmlns:wp14="http://schemas.microsoft.com/office/word/2010/wordml" w:rsidR="00417716" w:rsidP="00417716" w:rsidRDefault="00417716" w14:paraId="40B851B6" wp14:textId="77777777">
      <w:pPr>
        <w:pStyle w:val="Bulleted2"/>
        <w:numPr>
          <w:ilvl w:val="0"/>
          <w:numId w:val="0"/>
        </w:numPr>
      </w:pPr>
      <w:r>
        <w:t>De isolatiemat is opgebouwd uit:</w:t>
      </w:r>
    </w:p>
    <w:p xmlns:wp14="http://schemas.microsoft.com/office/word/2010/wordml" w:rsidR="00417716" w:rsidP="00417716" w:rsidRDefault="00417716" w14:paraId="672A665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417716" w:rsidR="00417716" w:rsidP="00417716" w:rsidRDefault="00417716" w14:paraId="472F9CA3" wp14:textId="77777777">
      <w:pPr>
        <w:pStyle w:val="Lijstalinea"/>
        <w:numPr>
          <w:ilvl w:val="0"/>
          <w:numId w:val="30"/>
        </w:numPr>
      </w:pPr>
      <w:r w:rsidRPr="00417716">
        <w:t>Een kunststoflaag van EPDM met een dikte van 1,65 mm, voorzien van minerale vulstof en vlamvertrager (3,5 kg/m²)</w:t>
      </w:r>
    </w:p>
    <w:p xmlns:wp14="http://schemas.microsoft.com/office/word/2010/wordml" w:rsidRPr="00417716" w:rsidR="00417716" w:rsidP="00417716" w:rsidRDefault="00417716" w14:paraId="6FE6ABBB" wp14:textId="68E7C253">
      <w:pPr>
        <w:pStyle w:val="Lijstalinea"/>
        <w:numPr>
          <w:ilvl w:val="0"/>
          <w:numId w:val="30"/>
        </w:numPr>
        <w:rPr/>
      </w:pPr>
      <w:r w:rsidR="00417716">
        <w:rPr/>
        <w:t xml:space="preserve">Een synthetische schuimlaag </w:t>
      </w:r>
      <w:r w:rsidR="00417716">
        <w:rPr/>
        <w:t>met een dikte van 15 mm (30 kg/m³)</w:t>
      </w:r>
    </w:p>
    <w:p xmlns:wp14="http://schemas.microsoft.com/office/word/2010/wordml" w:rsidR="00417716" w:rsidP="00417716" w:rsidRDefault="00417716" w14:paraId="5A3E1AE4" wp14:textId="77777777">
      <w:pPr>
        <w:pStyle w:val="Bulleted2"/>
        <w:numPr>
          <w:ilvl w:val="0"/>
          <w:numId w:val="30"/>
        </w:numPr>
      </w:pPr>
      <w:r w:rsidRPr="00417716">
        <w:rPr>
          <w:lang w:val="nl-BE"/>
        </w:rPr>
        <w:t>Een optionele kleeflaag op basis van poly</w:t>
      </w:r>
      <w:r>
        <w:rPr>
          <w:lang w:val="nl-BE"/>
        </w:rPr>
        <w:t>-</w:t>
      </w:r>
      <w:r w:rsidRPr="00417716">
        <w:rPr>
          <w:lang w:val="nl-BE"/>
        </w:rPr>
        <w:t>olefines en een beschermfolie van PET</w:t>
      </w:r>
      <w:r w:rsidRPr="00417716">
        <w:t xml:space="preserve"> 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417716" w14:paraId="0FE7A2FC" wp14:textId="77777777">
      <w:pPr>
        <w:pStyle w:val="Bulleted2"/>
        <w:numPr>
          <w:ilvl w:val="0"/>
          <w:numId w:val="0"/>
        </w:numPr>
      </w:pPr>
      <w:r>
        <w:t>De isolatiemat voldoet aan volgende kenmerken</w:t>
      </w:r>
      <w:r w:rsidR="00A43303">
        <w:t>:</w:t>
      </w:r>
    </w:p>
    <w:p xmlns:wp14="http://schemas.microsoft.com/office/word/2010/wordml" w:rsidR="00E70EF3" w:rsidP="008B6BB6" w:rsidRDefault="00E70EF3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45DA7C28" wp14:textId="77777777">
        <w:tc>
          <w:tcPr>
            <w:tcW w:w="4701" w:type="dxa"/>
          </w:tcPr>
          <w:p w:rsidR="008B6BB6" w:rsidP="008B6BB6" w:rsidRDefault="00417716" w14:paraId="39EC97CF" wp14:textId="77777777">
            <w:pPr>
              <w:pStyle w:val="Bulleted2"/>
              <w:numPr>
                <w:ilvl w:val="0"/>
                <w:numId w:val="0"/>
              </w:numPr>
            </w:pPr>
            <w:r>
              <w:t>Totale dikte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7BCB36" wp14:textId="77777777">
        <w:tc>
          <w:tcPr>
            <w:tcW w:w="4701" w:type="dxa"/>
          </w:tcPr>
          <w:p w:rsidR="008B6BB6" w:rsidP="008B6BB6" w:rsidRDefault="00384615" w14:paraId="7CABE6BC" wp14:textId="77777777">
            <w:pPr>
              <w:pStyle w:val="Bulleted2"/>
              <w:numPr>
                <w:ilvl w:val="0"/>
                <w:numId w:val="0"/>
              </w:numPr>
            </w:pPr>
            <w:r>
              <w:t>Specifiek gewicht</w:t>
            </w:r>
            <w:bookmarkStart w:name="_GoBack" w:id="0"/>
            <w:bookmarkEnd w:id="0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43F9F55D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2134F360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4ECB2AD4" wp14:textId="77777777">
        <w:tc>
          <w:tcPr>
            <w:tcW w:w="4701" w:type="dxa"/>
          </w:tcPr>
          <w:p w:rsidR="008B6BB6" w:rsidP="008B6BB6" w:rsidRDefault="00417716" w14:paraId="551D7954" wp14:textId="77777777">
            <w:pPr>
              <w:pStyle w:val="Bulleted2"/>
              <w:numPr>
                <w:ilvl w:val="0"/>
                <w:numId w:val="0"/>
              </w:numPr>
            </w:pPr>
            <w:r>
              <w:t>U-waarde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7A82A35F" wp14:textId="77777777">
        <w:tc>
          <w:tcPr>
            <w:tcW w:w="4701" w:type="dxa"/>
          </w:tcPr>
          <w:p w:rsidR="00FD410F" w:rsidP="008B6BB6" w:rsidRDefault="00417716" w14:paraId="3172986A" wp14:textId="77777777">
            <w:pPr>
              <w:pStyle w:val="Bulleted2"/>
              <w:numPr>
                <w:ilvl w:val="0"/>
                <w:numId w:val="0"/>
              </w:numPr>
            </w:pPr>
            <w:r>
              <w:t>Brandklasse</w:t>
            </w:r>
          </w:p>
        </w:tc>
        <w:tc>
          <w:tcPr>
            <w:tcW w:w="4702" w:type="dxa"/>
          </w:tcPr>
          <w:p w:rsidR="00FD410F" w:rsidP="008B6BB6" w:rsidRDefault="00417716" w14:paraId="68B433EC" wp14:textId="77777777">
            <w:pPr>
              <w:pStyle w:val="Bulleted2"/>
              <w:numPr>
                <w:ilvl w:val="0"/>
                <w:numId w:val="0"/>
              </w:numPr>
            </w:pPr>
            <w:r>
              <w:t>E (volgens NBN EN 13501)</w:t>
            </w:r>
          </w:p>
        </w:tc>
      </w:tr>
    </w:tbl>
    <w:p xmlns:wp14="http://schemas.microsoft.com/office/word/2010/wordml" w:rsidRPr="00D06139" w:rsidR="00FD410F" w:rsidP="00FD410F" w:rsidRDefault="00417716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Pr="00FF20C8" w:rsidR="008A5169" w:rsidP="0069129C" w:rsidRDefault="00417716" w14:paraId="08708495" wp14:textId="77777777">
      <w:pPr>
        <w:pStyle w:val="Bulleted2"/>
        <w:numPr>
          <w:ilvl w:val="0"/>
          <w:numId w:val="0"/>
        </w:numPr>
      </w:pPr>
      <w:r>
        <w:t>Volgens de richtlijnen van de fabrikant</w:t>
      </w:r>
      <w:r w:rsidRPr="00FD410F" w:rsidR="00FD410F">
        <w:t>.</w:t>
      </w:r>
    </w:p>
    <w:sectPr w:rsidRPr="00FF20C8" w:rsidR="008A5169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703CD" w:rsidRDefault="002703CD" w14:paraId="6A05A809" wp14:textId="77777777">
      <w:r>
        <w:separator/>
      </w:r>
    </w:p>
  </w:endnote>
  <w:endnote w:type="continuationSeparator" w:id="0">
    <w:p xmlns:wp14="http://schemas.microsoft.com/office/word/2010/wordml" w:rsidR="002703CD" w:rsidRDefault="002703CD" w14:paraId="5A39BBE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60061E4C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0E27B00A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02EB378F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703CD" w:rsidRDefault="002703CD" w14:paraId="72A3D3EC" wp14:textId="77777777">
      <w:r>
        <w:separator/>
      </w:r>
    </w:p>
  </w:footnote>
  <w:footnote w:type="continuationSeparator" w:id="0">
    <w:p xmlns:wp14="http://schemas.microsoft.com/office/word/2010/wordml" w:rsidR="002703CD" w:rsidRDefault="002703CD" w14:paraId="0D0B940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5DAB6C7B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17716">
      <w:rPr>
        <w:rFonts w:ascii="Arial" w:hAnsi="Arial" w:cs="Arial"/>
        <w:b/>
      </w:rPr>
      <w:t>Isol Flex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4DE9172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41C8F396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03CD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615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4012FE3"/>
    <w:rsid w:val="70E7B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03503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C2B7017-538B-4BF3-8960-CB2513E1C324}"/>
</file>

<file path=customXml/itemProps2.xml><?xml version="1.0" encoding="utf-8"?>
<ds:datastoreItem xmlns:ds="http://schemas.openxmlformats.org/officeDocument/2006/customXml" ds:itemID="{C3FF008D-8D51-43BA-B030-2791E71C35FD}"/>
</file>

<file path=customXml/itemProps3.xml><?xml version="1.0" encoding="utf-8"?>
<ds:datastoreItem xmlns:ds="http://schemas.openxmlformats.org/officeDocument/2006/customXml" ds:itemID="{D59CD196-9F18-4EE5-B0F2-4FB1F92C14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6</cp:revision>
  <cp:lastPrinted>2011-12-15T11:14:00Z</cp:lastPrinted>
  <dcterms:created xsi:type="dcterms:W3CDTF">2020-03-19T10:54:00Z</dcterms:created>
  <dcterms:modified xsi:type="dcterms:W3CDTF">2023-05-11T06:30:11Z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